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0111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0111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0F1DB1">
        <w:rPr>
          <w:rFonts w:ascii="Corbel" w:hAnsi="Corbel"/>
          <w:i/>
          <w:smallCaps/>
          <w:sz w:val="24"/>
          <w:szCs w:val="24"/>
        </w:rPr>
        <w:t>3-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0F1DB1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B196D">
        <w:rPr>
          <w:rFonts w:ascii="Corbel" w:hAnsi="Corbel"/>
          <w:sz w:val="20"/>
          <w:szCs w:val="20"/>
        </w:rPr>
        <w:t>202</w:t>
      </w:r>
      <w:r w:rsidR="000F1DB1">
        <w:rPr>
          <w:rFonts w:ascii="Corbel" w:hAnsi="Corbel"/>
          <w:sz w:val="20"/>
          <w:szCs w:val="20"/>
        </w:rPr>
        <w:t>3</w:t>
      </w:r>
      <w:r w:rsidR="00DB196D">
        <w:rPr>
          <w:rFonts w:ascii="Corbel" w:hAnsi="Corbel"/>
          <w:sz w:val="20"/>
          <w:szCs w:val="20"/>
        </w:rPr>
        <w:t>/202</w:t>
      </w:r>
      <w:r w:rsidR="000F1DB1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27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3272C">
              <w:rPr>
                <w:rFonts w:ascii="Corbel" w:hAnsi="Corbel"/>
                <w:b w:val="0"/>
                <w:sz w:val="24"/>
                <w:szCs w:val="24"/>
              </w:rPr>
              <w:t xml:space="preserve"> rok,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9624D">
        <w:rPr>
          <w:rFonts w:ascii="Corbel" w:hAnsi="Corbel"/>
          <w:smallCaps w:val="0"/>
          <w:szCs w:val="24"/>
        </w:rPr>
        <w:t xml:space="preserve"> (z toku)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A049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społecznej oraz pomocy społecznej i podstawowych pojęć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związanych z zjawiskiem wykluczenia społecznego.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 teoriami, modelami i koncepcjami pomocy społecznej.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9938F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9624D" w:rsidRDefault="0085747A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09624D" w:rsidP="00E473A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 definicję, rolę i zadania 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polityki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społecznej oraz pomocy społecznej, w tym zachodzące między nimi relacje.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2F714D" w:rsidRPr="004B09E3" w:rsidRDefault="002F714D" w:rsidP="002F714D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9938FF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0962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4169A9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awa regulujące funkcjonowanie pomocy społecznej w Polsce.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9624D" w:rsidP="0057791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otrafi przygotować projekty działań resocjalizacyjnych, uwzgledniających zadania realizowane również w obszarze pomocy społecznej oraz przewiduje skutki takich działań </w:t>
            </w:r>
          </w:p>
        </w:tc>
        <w:tc>
          <w:tcPr>
            <w:tcW w:w="1873" w:type="dxa"/>
          </w:tcPr>
          <w:p w:rsidR="009938FF" w:rsidRDefault="0057791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577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pracy z dziećmi, młodzieżą i rodziną.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problematyce bezdomności.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57791D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resocjalizacyjnymi.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7791D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kolokwium.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01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2F714D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096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09624D" w:rsidRPr="009C54AE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2F71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9624D" w:rsidRPr="009C54AE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B215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215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159" w:rsidRDefault="005B2159" w:rsidP="005B2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proofErr w:type="spellStart"/>
            <w:r w:rsidRPr="005B2159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Zdebska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(red),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Idea – rozwój – 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Wiśniewski P.,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Zatrudnienie socjalne. Trwała instytucja w systemie pomocy i wsparcia dla osób zagrożonych wykluczeniem społeczny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m, Janów Lubelski 2015.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Rodzina z przemocą jako odbiorca wsparcia asystenta rodziny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proofErr w:type="spellStart"/>
            <w:r w:rsidRPr="0009624D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Pomoc, interwencja, wsparcie społeczne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Tychy 2016.</w:t>
            </w:r>
          </w:p>
          <w:p w:rsid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Pomoc postpenitencjarna w sektorze ekonomii społecznej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proofErr w:type="spellStart"/>
            <w:r w:rsidRPr="0009624D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działaniu. Wybrane zagadnienia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Lublin 2016.</w:t>
            </w:r>
          </w:p>
          <w:p w:rsidR="00A055CF" w:rsidRDefault="00A055CF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(red.), 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Pomoc społeczna i jej adresaci : przegląd wybranych strategii pomocowych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2006. </w:t>
            </w:r>
          </w:p>
          <w:p w:rsidR="005B2159" w:rsidRDefault="005B2159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B2159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Męcina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A055CF" w:rsidRDefault="00A055C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Nowe kierunki </w:t>
            </w:r>
            <w:r w:rsidR="002F7922"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tendencje w organizacji i zarządzaniu pomocą społeczną</w:t>
            </w:r>
            <w:r w:rsidR="002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długotrwale bezrobotnymi i członkami ich rodzin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Głąbicka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uchodźcami, emigrantami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  <w:p w:rsidR="0019669F" w:rsidRPr="009C54AE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bezdomnymi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Default="00A055CF" w:rsidP="00A055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Łuszczyńska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A055CF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Łuczyńs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05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socjalna w Polsce.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Wokół wolności i obywatelskości, 2021</w:t>
            </w:r>
          </w:p>
          <w:p w:rsidR="00A055CF" w:rsidRDefault="009335A1" w:rsidP="00A055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Wilk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055CF"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Trochę piekła, trochę nieba, czyli Pomoc społeczna od środka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t>, Pruszcz Gdański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B55A5" w:rsidRPr="00A055CF" w:rsidRDefault="009B55A5" w:rsidP="009B5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Kita S., Praca socjalna w sytuacjach kryzysowych, Warszawa 2014.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E04" w:rsidRDefault="001A1E04" w:rsidP="00C16ABF">
      <w:pPr>
        <w:spacing w:after="0" w:line="240" w:lineRule="auto"/>
      </w:pPr>
      <w:r>
        <w:separator/>
      </w:r>
    </w:p>
  </w:endnote>
  <w:endnote w:type="continuationSeparator" w:id="0">
    <w:p w:rsidR="001A1E04" w:rsidRDefault="001A1E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E04" w:rsidRDefault="001A1E04" w:rsidP="00C16ABF">
      <w:pPr>
        <w:spacing w:after="0" w:line="240" w:lineRule="auto"/>
      </w:pPr>
      <w:r>
        <w:separator/>
      </w:r>
    </w:p>
  </w:footnote>
  <w:footnote w:type="continuationSeparator" w:id="0">
    <w:p w:rsidR="001A1E04" w:rsidRDefault="001A1E0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24D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DB1"/>
    <w:rsid w:val="000F4ECF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1E04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21F7"/>
    <w:rsid w:val="002F2686"/>
    <w:rsid w:val="002F4ABE"/>
    <w:rsid w:val="002F714D"/>
    <w:rsid w:val="002F792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7791D"/>
    <w:rsid w:val="0059484D"/>
    <w:rsid w:val="005A0855"/>
    <w:rsid w:val="005A3196"/>
    <w:rsid w:val="005B2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6F6EFA"/>
    <w:rsid w:val="00706544"/>
    <w:rsid w:val="007072BA"/>
    <w:rsid w:val="0071620A"/>
    <w:rsid w:val="00724677"/>
    <w:rsid w:val="00725459"/>
    <w:rsid w:val="0073272C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335A1"/>
    <w:rsid w:val="009508DF"/>
    <w:rsid w:val="00950DAC"/>
    <w:rsid w:val="00954A07"/>
    <w:rsid w:val="009938FF"/>
    <w:rsid w:val="00997F14"/>
    <w:rsid w:val="009A78D9"/>
    <w:rsid w:val="009B55A5"/>
    <w:rsid w:val="009C1331"/>
    <w:rsid w:val="009C1CBC"/>
    <w:rsid w:val="009C3E31"/>
    <w:rsid w:val="009C54AE"/>
    <w:rsid w:val="009C788E"/>
    <w:rsid w:val="009E07E1"/>
    <w:rsid w:val="009E3B41"/>
    <w:rsid w:val="009F3C5C"/>
    <w:rsid w:val="009F4610"/>
    <w:rsid w:val="00A00ECC"/>
    <w:rsid w:val="00A049CA"/>
    <w:rsid w:val="00A055CF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73A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11E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BD3E"/>
  <w15:docId w15:val="{98879474-C7E9-4FDE-A266-B1D1ADD4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621B5-8F2A-4B99-ABE0-A87EA785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163</TotalTime>
  <Pages>5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2022-03-31T16:28:00Z</dcterms:created>
  <dcterms:modified xsi:type="dcterms:W3CDTF">2023-04-20T09:39:00Z</dcterms:modified>
</cp:coreProperties>
</file>